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DB1D0C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4F7B2D">
        <w:rPr>
          <w:rStyle w:val="Strong"/>
          <w:rFonts w:asciiTheme="minorHAnsi" w:hAnsiTheme="minorHAnsi" w:cstheme="minorHAnsi"/>
          <w:lang w:val="en-GB"/>
        </w:rPr>
        <w:t>18-G001-22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616945">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sidR="00616945">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sidR="00616945">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sidR="00616945">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sidR="00616945">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sidR="00616945">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sidR="00616945">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sidR="00616945">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sidR="00616945">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sidR="00616945">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sidR="00616945">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sidR="00616945">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sidR="00616945">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sidR="00616945">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sidR="00616945">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sidR="00616945">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CE1BF7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30169A" w:rsidRPr="00616945">
        <w:rPr>
          <w:rFonts w:ascii="Calibri" w:hAnsi="Calibri" w:cs="Calibri"/>
          <w:color w:val="000000" w:themeColor="text1"/>
          <w:lang w:val="en-GB"/>
        </w:rPr>
        <w:t>Ministry of Tourism, Commerce, Industry &amp; Cooperatives</w:t>
      </w:r>
      <w:r w:rsidRPr="007F3777">
        <w:rPr>
          <w:rFonts w:ascii="Calibri" w:hAnsi="Calibri" w:cs="Calibri"/>
          <w:lang w:val="en-GB"/>
        </w:rPr>
        <w:t>]</w:t>
      </w:r>
      <w:r w:rsidR="00C20479">
        <w:rPr>
          <w:rFonts w:ascii="Calibri" w:hAnsi="Calibri" w:cs="Calibri"/>
          <w:lang w:val="en-GB"/>
        </w:rPr>
        <w:t xml:space="preserve">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6D3C655C" w14:textId="08C8A70A" w:rsidR="00827E67" w:rsidRDefault="00827E6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Certification Registration</w:t>
      </w:r>
    </w:p>
    <w:p w14:paraId="39C4877A" w14:textId="72E85B10" w:rsidR="00827E67" w:rsidRPr="00827E67" w:rsidRDefault="00827E67" w:rsidP="00827E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1339834E"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r w:rsidR="006741D2">
        <w:rPr>
          <w:rFonts w:ascii="Calibri" w:eastAsia="Times New Roman" w:hAnsi="Calibri" w:cs="Calibri"/>
          <w:lang w:val="en-GB"/>
        </w:rPr>
        <w:t xml:space="preserve"> </w:t>
      </w:r>
      <w:r w:rsidR="0081456D">
        <w:rPr>
          <w:rFonts w:ascii="Calibri" w:eastAsia="Times New Roman" w:hAnsi="Calibri" w:cs="Calibri"/>
          <w:lang w:val="en-GB"/>
        </w:rPr>
        <w:t>prompt</w:t>
      </w:r>
      <w:r w:rsidR="000656CA">
        <w:rPr>
          <w:rFonts w:ascii="Calibri" w:eastAsia="Times New Roman" w:hAnsi="Calibri" w:cs="Calibri"/>
          <w:lang w:val="en-GB"/>
        </w:rPr>
        <w:t xml:space="preserve"> </w:t>
      </w:r>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F31D1" w14:textId="77777777" w:rsidR="00D52E70" w:rsidRDefault="00D52E70">
      <w:r>
        <w:separator/>
      </w:r>
    </w:p>
  </w:endnote>
  <w:endnote w:type="continuationSeparator" w:id="0">
    <w:p w14:paraId="1CE20450" w14:textId="77777777" w:rsidR="00D52E70" w:rsidRDefault="00D52E70">
      <w:r>
        <w:continuationSeparator/>
      </w:r>
    </w:p>
  </w:endnote>
  <w:endnote w:type="continuationNotice" w:id="1">
    <w:p w14:paraId="234697F2" w14:textId="77777777" w:rsidR="00D52E70" w:rsidRDefault="00D52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6945" w:rsidRPr="00616945">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6945" w:rsidRPr="00616945">
      <w:rPr>
        <w:noProof/>
        <w:color w:val="17365D" w:themeColor="text2" w:themeShade="BF"/>
        <w:lang w:val="sv-SE"/>
      </w:rPr>
      <w:t>7</w:t>
    </w:r>
    <w:r>
      <w:rPr>
        <w:color w:val="17365D" w:themeColor="text2" w:themeShade="BF"/>
      </w:rPr>
      <w:fldChar w:fldCharType="end"/>
    </w:r>
  </w:p>
  <w:p w14:paraId="213B5D63" w14:textId="3E146F32" w:rsidR="00133D55" w:rsidRDefault="00133D55" w:rsidP="004878F3">
    <w:pPr>
      <w:pStyle w:val="Footer"/>
    </w:pPr>
    <w:r>
      <w:fldChar w:fldCharType="begin"/>
    </w:r>
    <w:r>
      <w:instrText xml:space="preserve"> DATE \@ "yyyy-MM-dd" </w:instrText>
    </w:r>
    <w:r>
      <w:fldChar w:fldCharType="separate"/>
    </w:r>
    <w:r w:rsidR="009F03A8">
      <w:rPr>
        <w:noProof/>
      </w:rPr>
      <w:t>2022-07-18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79A47" w14:textId="77777777" w:rsidR="00D52E70" w:rsidRDefault="00D52E70">
      <w:r>
        <w:separator/>
      </w:r>
    </w:p>
  </w:footnote>
  <w:footnote w:type="continuationSeparator" w:id="0">
    <w:p w14:paraId="5D1394F6" w14:textId="77777777" w:rsidR="00D52E70" w:rsidRDefault="00D52E70">
      <w:r>
        <w:continuationSeparator/>
      </w:r>
    </w:p>
  </w:footnote>
  <w:footnote w:type="continuationNotice" w:id="1">
    <w:p w14:paraId="56B71AF6" w14:textId="77777777" w:rsidR="00D52E70" w:rsidRDefault="00D52E7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D52D72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616945" w:rsidRPr="00032400">
      <w:rPr>
        <w:rStyle w:val="Strong"/>
        <w:rFonts w:asciiTheme="minorHAnsi" w:hAnsiTheme="minorHAnsi" w:cstheme="minorHAnsi"/>
        <w:lang w:val="en-GB"/>
      </w:rPr>
      <w:t>RFQ-</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8384893">
    <w:abstractNumId w:val="1"/>
  </w:num>
  <w:num w:numId="2" w16cid:durableId="1666056602">
    <w:abstractNumId w:val="12"/>
  </w:num>
  <w:num w:numId="3" w16cid:durableId="768624669">
    <w:abstractNumId w:val="13"/>
  </w:num>
  <w:num w:numId="4" w16cid:durableId="1345978447">
    <w:abstractNumId w:val="7"/>
  </w:num>
  <w:num w:numId="5" w16cid:durableId="1115829379">
    <w:abstractNumId w:val="6"/>
  </w:num>
  <w:num w:numId="6" w16cid:durableId="1591739730">
    <w:abstractNumId w:val="9"/>
  </w:num>
  <w:num w:numId="7" w16cid:durableId="868494919">
    <w:abstractNumId w:val="8"/>
  </w:num>
  <w:num w:numId="8" w16cid:durableId="1807892964">
    <w:abstractNumId w:val="11"/>
  </w:num>
  <w:num w:numId="9" w16cid:durableId="1623654478">
    <w:abstractNumId w:val="0"/>
  </w:num>
  <w:num w:numId="10" w16cid:durableId="1772702429">
    <w:abstractNumId w:val="10"/>
  </w:num>
  <w:num w:numId="11" w16cid:durableId="305814798">
    <w:abstractNumId w:val="4"/>
  </w:num>
  <w:num w:numId="12" w16cid:durableId="1570189938">
    <w:abstractNumId w:val="3"/>
  </w:num>
  <w:num w:numId="13" w16cid:durableId="256212076">
    <w:abstractNumId w:val="5"/>
  </w:num>
  <w:num w:numId="14" w16cid:durableId="6430441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5653B"/>
    <w:rsid w:val="0006191C"/>
    <w:rsid w:val="00063557"/>
    <w:rsid w:val="00064FE2"/>
    <w:rsid w:val="000656CA"/>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64AA"/>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081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64E5"/>
    <w:rsid w:val="002E7242"/>
    <w:rsid w:val="002F1490"/>
    <w:rsid w:val="002F1B17"/>
    <w:rsid w:val="002F2853"/>
    <w:rsid w:val="002F292D"/>
    <w:rsid w:val="002F519F"/>
    <w:rsid w:val="002F58E8"/>
    <w:rsid w:val="002F7444"/>
    <w:rsid w:val="00300E28"/>
    <w:rsid w:val="0030169A"/>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4F7B2D"/>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694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1D2"/>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0D4"/>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456D"/>
    <w:rsid w:val="00815890"/>
    <w:rsid w:val="00815A72"/>
    <w:rsid w:val="00815B95"/>
    <w:rsid w:val="00815BB5"/>
    <w:rsid w:val="00816C09"/>
    <w:rsid w:val="00817C57"/>
    <w:rsid w:val="008210AF"/>
    <w:rsid w:val="0082137D"/>
    <w:rsid w:val="00824483"/>
    <w:rsid w:val="00825BC0"/>
    <w:rsid w:val="00826C4B"/>
    <w:rsid w:val="00827E67"/>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C7A"/>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6B02"/>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03A8"/>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79"/>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2E70"/>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26D8"/>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D7F5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50257167-B5A8-4A3F-B08C-3B3D3A1CD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046A0-69B7-413D-9D1C-29267C5732DD}">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1772</Words>
  <Characters>10105</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2022-07-15T00:34:00Z</cp:lastPrinted>
  <dcterms:created xsi:type="dcterms:W3CDTF">2022-07-15T00:36:00Z</dcterms:created>
  <dcterms:modified xsi:type="dcterms:W3CDTF">2022-07-18T03:48:00Z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